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14:paraId="300ADF99" w14:textId="77777777" w:rsidTr="00050DA7">
        <w:tc>
          <w:tcPr>
            <w:tcW w:w="4428" w:type="dxa"/>
          </w:tcPr>
          <w:p w14:paraId="42AB91CF" w14:textId="77777777" w:rsidR="000348ED" w:rsidRPr="00AA2626" w:rsidRDefault="005D05AC" w:rsidP="003A774A">
            <w:r w:rsidRPr="00AA2626">
              <w:t>From:</w:t>
            </w:r>
            <w:r w:rsidRPr="00AA2626">
              <w:tab/>
            </w:r>
            <w:r w:rsidR="003A774A">
              <w:t>ARM</w:t>
            </w:r>
            <w:r w:rsidR="007272A0">
              <w:t xml:space="preserve"> </w:t>
            </w:r>
            <w:r w:rsidRPr="007464E0">
              <w:t>C</w:t>
            </w:r>
            <w:r w:rsidR="00050DA7" w:rsidRPr="007464E0">
              <w:t>ommittee</w:t>
            </w:r>
          </w:p>
        </w:tc>
        <w:tc>
          <w:tcPr>
            <w:tcW w:w="5461" w:type="dxa"/>
          </w:tcPr>
          <w:p w14:paraId="4B0593FB" w14:textId="77777777" w:rsidR="000348ED" w:rsidRPr="006F0422" w:rsidRDefault="0091293C" w:rsidP="003A774A">
            <w:pPr>
              <w:jc w:val="right"/>
            </w:pPr>
            <w:r>
              <w:t>ARM</w:t>
            </w:r>
            <w:r w:rsidR="003A774A">
              <w:t>11</w:t>
            </w:r>
            <w:r>
              <w:t>-</w:t>
            </w:r>
            <w:r w:rsidR="003A774A">
              <w:t>x</w:t>
            </w:r>
            <w:r>
              <w:t>.20</w:t>
            </w:r>
          </w:p>
        </w:tc>
      </w:tr>
      <w:tr w:rsidR="000348ED" w:rsidRPr="00AA2626" w14:paraId="500CD5FA" w14:textId="77777777" w:rsidTr="00050DA7">
        <w:tc>
          <w:tcPr>
            <w:tcW w:w="4428" w:type="dxa"/>
          </w:tcPr>
          <w:p w14:paraId="2C30BB23" w14:textId="012F5DD8" w:rsidR="000348ED" w:rsidRPr="00AA2626" w:rsidRDefault="005D05AC" w:rsidP="00295A54">
            <w:r w:rsidRPr="00AA2626">
              <w:t>To:</w:t>
            </w:r>
            <w:r w:rsidRPr="00AA2626">
              <w:tab/>
            </w:r>
            <w:r w:rsidR="00295A54">
              <w:t>PAP</w:t>
            </w:r>
            <w:r w:rsidR="008C7DD5">
              <w:t xml:space="preserve"> and LAP</w:t>
            </w:r>
          </w:p>
        </w:tc>
        <w:tc>
          <w:tcPr>
            <w:tcW w:w="5461" w:type="dxa"/>
          </w:tcPr>
          <w:p w14:paraId="6487FD49" w14:textId="77777777" w:rsidR="000348ED" w:rsidRPr="006F0422" w:rsidRDefault="003A774A" w:rsidP="003A774A">
            <w:pPr>
              <w:jc w:val="right"/>
            </w:pPr>
            <w:r>
              <w:t>10</w:t>
            </w:r>
            <w:r w:rsidR="005D05AC" w:rsidRPr="006F0422">
              <w:t xml:space="preserve"> </w:t>
            </w:r>
            <w:r>
              <w:t>March</w:t>
            </w:r>
            <w:r w:rsidR="005D05AC" w:rsidRPr="006F0422">
              <w:t xml:space="preserve"> 20</w:t>
            </w:r>
            <w:r>
              <w:t>20</w:t>
            </w:r>
          </w:p>
        </w:tc>
      </w:tr>
    </w:tbl>
    <w:p w14:paraId="1779A659" w14:textId="77777777" w:rsidR="00DF6AD0" w:rsidRDefault="00EA5728" w:rsidP="002B0236">
      <w:pPr>
        <w:pStyle w:val="Title"/>
      </w:pPr>
      <w:r>
        <w:t>LIAISON NOTE</w:t>
      </w:r>
    </w:p>
    <w:p w14:paraId="30EF6599" w14:textId="77777777" w:rsidR="00894830" w:rsidRDefault="00295A54" w:rsidP="00894830">
      <w:pPr>
        <w:pStyle w:val="Title"/>
      </w:pPr>
      <w:r>
        <w:t>IMSAS manual 2014</w:t>
      </w:r>
    </w:p>
    <w:p w14:paraId="6B195A13" w14:textId="77777777" w:rsidR="00295A54" w:rsidRDefault="008E7A45" w:rsidP="003A63F2">
      <w:pPr>
        <w:pStyle w:val="Heading1"/>
        <w:tabs>
          <w:tab w:val="clear" w:pos="851"/>
          <w:tab w:val="num" w:pos="567"/>
        </w:tabs>
        <w:rPr>
          <w:lang w:eastAsia="zh-CN"/>
        </w:rPr>
      </w:pPr>
      <w:r w:rsidRPr="00295A54">
        <w:rPr>
          <w:rFonts w:cs="Calibri"/>
          <w:lang w:eastAsia="zh-CN"/>
        </w:rPr>
        <w:t>INTRODUCTION</w:t>
      </w:r>
    </w:p>
    <w:p w14:paraId="46A16D48" w14:textId="576C56B1" w:rsidR="00295A54" w:rsidRDefault="00295A54" w:rsidP="00295A54">
      <w:pPr>
        <w:rPr>
          <w:lang w:eastAsia="zh-CN"/>
        </w:rPr>
      </w:pPr>
      <w:r>
        <w:rPr>
          <w:lang w:eastAsia="zh-CN"/>
        </w:rPr>
        <w:t>Following preliminary work at ARM10 and subsequent discussion at PAP. A task group was formed of National Authority representatives with direct experience of IMSAS along with the Secretary</w:t>
      </w:r>
      <w:r w:rsidR="008C7DD5">
        <w:rPr>
          <w:lang w:eastAsia="zh-CN"/>
        </w:rPr>
        <w:t>-</w:t>
      </w:r>
      <w:r>
        <w:rPr>
          <w:lang w:eastAsia="zh-CN"/>
        </w:rPr>
        <w:t>General. This group reviewed the IMSAS manual annex</w:t>
      </w:r>
      <w:r w:rsidR="008C7DD5">
        <w:rPr>
          <w:lang w:eastAsia="zh-CN"/>
        </w:rPr>
        <w:t xml:space="preserve"> </w:t>
      </w:r>
      <w:r>
        <w:rPr>
          <w:lang w:eastAsia="zh-CN"/>
        </w:rPr>
        <w:t xml:space="preserve">3 which was last submitted to IMO by IALA in 2006. </w:t>
      </w:r>
    </w:p>
    <w:p w14:paraId="39EA5007" w14:textId="77777777" w:rsidR="00295A54" w:rsidRDefault="00295A54" w:rsidP="00295A54">
      <w:pPr>
        <w:rPr>
          <w:lang w:eastAsia="zh-CN"/>
        </w:rPr>
      </w:pPr>
    </w:p>
    <w:p w14:paraId="24E4C452" w14:textId="0DCB7C6D" w:rsidR="00295A54" w:rsidRPr="00295A54" w:rsidRDefault="00295A54" w:rsidP="00295A54">
      <w:pPr>
        <w:rPr>
          <w:lang w:eastAsia="zh-CN"/>
        </w:rPr>
      </w:pPr>
      <w:r>
        <w:rPr>
          <w:lang w:eastAsia="zh-CN"/>
        </w:rPr>
        <w:t xml:space="preserve">The group created a general information section modelled on the IHO annex 4 and </w:t>
      </w:r>
      <w:r w:rsidR="008C7DD5">
        <w:rPr>
          <w:lang w:eastAsia="zh-CN"/>
        </w:rPr>
        <w:t>formulated</w:t>
      </w:r>
      <w:r>
        <w:rPr>
          <w:lang w:eastAsia="zh-CN"/>
        </w:rPr>
        <w:t xml:space="preserve"> questions relating to </w:t>
      </w:r>
      <w:proofErr w:type="spellStart"/>
      <w:r>
        <w:rPr>
          <w:lang w:eastAsia="zh-CN"/>
        </w:rPr>
        <w:t>AtoN</w:t>
      </w:r>
      <w:proofErr w:type="spellEnd"/>
      <w:r>
        <w:rPr>
          <w:lang w:eastAsia="zh-CN"/>
        </w:rPr>
        <w:t>.  The group concluded that these questions should be high level and strategic in nature. The document is provided as a track changed IMSAS manual.</w:t>
      </w:r>
    </w:p>
    <w:p w14:paraId="774C3828" w14:textId="77777777" w:rsidR="00126C79" w:rsidRPr="006F0422" w:rsidRDefault="00126C79" w:rsidP="00126C79">
      <w:pPr>
        <w:pStyle w:val="Heading1"/>
      </w:pPr>
      <w:r>
        <w:t>A</w:t>
      </w:r>
      <w:r w:rsidRPr="006F0422">
        <w:t>CTION REQUESTED</w:t>
      </w:r>
    </w:p>
    <w:p w14:paraId="78107D5A" w14:textId="2211506A" w:rsidR="00EA5728" w:rsidRPr="00894830" w:rsidRDefault="00295A54" w:rsidP="00894830">
      <w:pPr>
        <w:pStyle w:val="List1"/>
        <w:numPr>
          <w:ilvl w:val="0"/>
          <w:numId w:val="0"/>
        </w:numPr>
        <w:rPr>
          <w:lang w:val="en-GB"/>
        </w:rPr>
      </w:pPr>
      <w:r>
        <w:rPr>
          <w:lang w:val="en-GB"/>
        </w:rPr>
        <w:t xml:space="preserve">PAP </w:t>
      </w:r>
      <w:r w:rsidR="008C7DD5">
        <w:rPr>
          <w:lang w:val="en-GB"/>
        </w:rPr>
        <w:t>and LAP</w:t>
      </w:r>
      <w:r w:rsidR="00126C79" w:rsidRPr="00894830">
        <w:rPr>
          <w:lang w:val="en-GB"/>
        </w:rPr>
        <w:t xml:space="preserve"> is requested</w:t>
      </w:r>
      <w:r w:rsidR="002A753E">
        <w:rPr>
          <w:lang w:val="en-GB"/>
        </w:rPr>
        <w:t xml:space="preserve"> to</w:t>
      </w:r>
      <w:r w:rsidR="00126C79" w:rsidRPr="00894830">
        <w:rPr>
          <w:lang w:val="en-GB"/>
        </w:rPr>
        <w:t xml:space="preserve"> </w:t>
      </w:r>
      <w:r w:rsidR="00894830" w:rsidRPr="00894830">
        <w:rPr>
          <w:lang w:val="en-GB"/>
        </w:rPr>
        <w:t xml:space="preserve">consider </w:t>
      </w:r>
      <w:r w:rsidR="002A753E">
        <w:rPr>
          <w:lang w:val="en-GB"/>
        </w:rPr>
        <w:t xml:space="preserve">this </w:t>
      </w:r>
      <w:r>
        <w:rPr>
          <w:lang w:val="en-GB"/>
        </w:rPr>
        <w:t>amended document</w:t>
      </w:r>
      <w:r w:rsidR="002A753E">
        <w:rPr>
          <w:lang w:val="en-GB"/>
        </w:rPr>
        <w:t>.</w:t>
      </w:r>
    </w:p>
    <w:p w14:paraId="4C9129EE" w14:textId="77777777" w:rsidR="008C7DD5" w:rsidRDefault="008C7DD5" w:rsidP="008C7DD5">
      <w:pPr>
        <w:pStyle w:val="List1"/>
        <w:numPr>
          <w:ilvl w:val="0"/>
          <w:numId w:val="0"/>
        </w:numPr>
        <w:rPr>
          <w:lang w:val="en-GB"/>
        </w:rPr>
      </w:pPr>
      <w:r>
        <w:rPr>
          <w:lang w:val="en-GB"/>
        </w:rPr>
        <w:t>The IALA Secretariat are asked to request that the VTS Chair and Vice Chair consider this document and propose a VTS related section for the annex 3 as input to the PAP Committee.</w:t>
      </w:r>
    </w:p>
    <w:p w14:paraId="2BA5E453" w14:textId="77777777" w:rsidR="00EA5728" w:rsidRPr="00EA5728" w:rsidRDefault="00EA5728" w:rsidP="00EA5728">
      <w:pPr>
        <w:pStyle w:val="List1"/>
        <w:numPr>
          <w:ilvl w:val="0"/>
          <w:numId w:val="0"/>
        </w:numPr>
        <w:rPr>
          <w:lang w:val="en-GB"/>
        </w:rPr>
      </w:pPr>
    </w:p>
    <w:sectPr w:rsidR="00EA5728" w:rsidRPr="00EA5728" w:rsidSect="005D05AC">
      <w:headerReference w:type="even" r:id="rId10"/>
      <w:headerReference w:type="default" r:id="rId11"/>
      <w:footerReference w:type="default" r:id="rId12"/>
      <w:headerReference w:type="first" r:id="rId13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D44C7A" w14:textId="77777777" w:rsidR="00FA1C71" w:rsidRDefault="00FA1C71" w:rsidP="002B0236">
      <w:r>
        <w:separator/>
      </w:r>
    </w:p>
  </w:endnote>
  <w:endnote w:type="continuationSeparator" w:id="0">
    <w:p w14:paraId="6D8ACFF6" w14:textId="77777777" w:rsidR="00FA1C71" w:rsidRDefault="00FA1C71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75C340" w14:textId="77777777" w:rsidR="005F1965" w:rsidRDefault="005F1965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295A54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96C6F5" w14:textId="77777777" w:rsidR="00FA1C71" w:rsidRDefault="00FA1C71" w:rsidP="002B0236">
      <w:r>
        <w:separator/>
      </w:r>
    </w:p>
  </w:footnote>
  <w:footnote w:type="continuationSeparator" w:id="0">
    <w:p w14:paraId="01B6A64F" w14:textId="77777777" w:rsidR="00FA1C71" w:rsidRDefault="00FA1C71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B42B98" w14:textId="3EEB6E73" w:rsidR="005F1965" w:rsidRDefault="005F1965" w:rsidP="002B02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4C85F1" w14:textId="68F8FF07" w:rsidR="005F1965" w:rsidRDefault="005F1965" w:rsidP="002B0236">
    <w:pPr>
      <w:pStyle w:val="Header"/>
    </w:pPr>
    <w:r>
      <w:rPr>
        <w:noProof/>
        <w:lang w:val="en-GB" w:eastAsia="en-GB"/>
      </w:rPr>
      <w:drawing>
        <wp:inline distT="0" distB="0" distL="0" distR="0" wp14:anchorId="72903DE3" wp14:editId="22A32EA5">
          <wp:extent cx="850900" cy="825500"/>
          <wp:effectExtent l="0" t="0" r="0" b="0"/>
          <wp:docPr id="1" name="Bild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0932F5" w14:textId="6D966D49" w:rsidR="005F1965" w:rsidRDefault="005F1965" w:rsidP="002B02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35A17E7"/>
    <w:multiLevelType w:val="singleLevel"/>
    <w:tmpl w:val="1B734BF1"/>
    <w:lvl w:ilvl="0">
      <w:start w:val="1"/>
      <w:numFmt w:val="decimal"/>
      <w:lvlText w:val="%1."/>
      <w:lvlJc w:val="left"/>
    </w:lvl>
  </w:abstractNum>
  <w:abstractNum w:abstractNumId="2" w15:restartNumberingAfterBreak="0">
    <w:nsid w:val="19C37E91"/>
    <w:multiLevelType w:val="multilevel"/>
    <w:tmpl w:val="A18057C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B734BF1"/>
    <w:multiLevelType w:val="singleLevel"/>
    <w:tmpl w:val="1B734BF1"/>
    <w:lvl w:ilvl="0">
      <w:start w:val="1"/>
      <w:numFmt w:val="decimal"/>
      <w:lvlText w:val="%1."/>
      <w:lvlJc w:val="left"/>
    </w:lvl>
  </w:abstractNum>
  <w:abstractNum w:abstractNumId="4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2DE03F5"/>
    <w:multiLevelType w:val="hybridMultilevel"/>
    <w:tmpl w:val="F92CD620"/>
    <w:lvl w:ilvl="0" w:tplc="CC741CE8">
      <w:start w:val="1"/>
      <w:numFmt w:val="bullet"/>
      <w:lvlText w:val="•"/>
      <w:lvlJc w:val="left"/>
      <w:pPr>
        <w:ind w:left="420" w:hanging="420"/>
      </w:pPr>
      <w:rPr>
        <w:rFonts w:ascii="Arial Unicode MS" w:eastAsia="Arial Unicode MS" w:hAnsi="Arial Unicode MS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607D8D"/>
    <w:multiLevelType w:val="singleLevel"/>
    <w:tmpl w:val="1B734BF1"/>
    <w:lvl w:ilvl="0">
      <w:start w:val="1"/>
      <w:numFmt w:val="decimal"/>
      <w:lvlText w:val="%1."/>
      <w:lvlJc w:val="left"/>
    </w:lvl>
  </w:abstractNum>
  <w:abstractNum w:abstractNumId="16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7"/>
  </w:num>
  <w:num w:numId="3">
    <w:abstractNumId w:val="11"/>
  </w:num>
  <w:num w:numId="4">
    <w:abstractNumId w:val="11"/>
  </w:num>
  <w:num w:numId="5">
    <w:abstractNumId w:val="6"/>
  </w:num>
  <w:num w:numId="6">
    <w:abstractNumId w:val="12"/>
  </w:num>
  <w:num w:numId="7">
    <w:abstractNumId w:val="9"/>
  </w:num>
  <w:num w:numId="8">
    <w:abstractNumId w:val="0"/>
  </w:num>
  <w:num w:numId="9">
    <w:abstractNumId w:val="5"/>
  </w:num>
  <w:num w:numId="10">
    <w:abstractNumId w:val="13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7"/>
  </w:num>
  <w:num w:numId="17">
    <w:abstractNumId w:val="16"/>
  </w:num>
  <w:num w:numId="18">
    <w:abstractNumId w:val="4"/>
  </w:num>
  <w:num w:numId="19">
    <w:abstractNumId w:val="14"/>
  </w:num>
  <w:num w:numId="20">
    <w:abstractNumId w:val="10"/>
  </w:num>
  <w:num w:numId="21">
    <w:abstractNumId w:val="7"/>
  </w:num>
  <w:num w:numId="22">
    <w:abstractNumId w:val="7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3"/>
  </w:num>
  <w:num w:numId="26">
    <w:abstractNumId w:val="15"/>
  </w:num>
  <w:num w:numId="27">
    <w:abstractNumId w:val="1"/>
  </w:num>
  <w:num w:numId="28">
    <w:abstractNumId w:val="2"/>
  </w:num>
  <w:num w:numId="29">
    <w:abstractNumId w:val="2"/>
  </w:num>
  <w:num w:numId="30">
    <w:abstractNumId w:val="2"/>
  </w:num>
  <w:num w:numId="31">
    <w:abstractNumId w:val="2"/>
  </w:num>
  <w:num w:numId="32">
    <w:abstractNumId w:val="2"/>
  </w:num>
  <w:num w:numId="33">
    <w:abstractNumId w:val="2"/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A45"/>
    <w:rsid w:val="00002906"/>
    <w:rsid w:val="00031A92"/>
    <w:rsid w:val="000348ED"/>
    <w:rsid w:val="00036801"/>
    <w:rsid w:val="00050DA7"/>
    <w:rsid w:val="000A5A01"/>
    <w:rsid w:val="000B5AE8"/>
    <w:rsid w:val="001000CF"/>
    <w:rsid w:val="00123016"/>
    <w:rsid w:val="00126C79"/>
    <w:rsid w:val="00135447"/>
    <w:rsid w:val="00152273"/>
    <w:rsid w:val="0016257F"/>
    <w:rsid w:val="001A654A"/>
    <w:rsid w:val="001C74CF"/>
    <w:rsid w:val="001E3313"/>
    <w:rsid w:val="00295A54"/>
    <w:rsid w:val="002A753E"/>
    <w:rsid w:val="002B0236"/>
    <w:rsid w:val="002C060A"/>
    <w:rsid w:val="002C7644"/>
    <w:rsid w:val="002F6E94"/>
    <w:rsid w:val="002F73F4"/>
    <w:rsid w:val="003057AC"/>
    <w:rsid w:val="00352A08"/>
    <w:rsid w:val="003556DA"/>
    <w:rsid w:val="00382FAA"/>
    <w:rsid w:val="00394297"/>
    <w:rsid w:val="003A774A"/>
    <w:rsid w:val="003D29A0"/>
    <w:rsid w:val="003D55DD"/>
    <w:rsid w:val="003E1831"/>
    <w:rsid w:val="00407BA5"/>
    <w:rsid w:val="00424954"/>
    <w:rsid w:val="004272A3"/>
    <w:rsid w:val="004671DC"/>
    <w:rsid w:val="004C1386"/>
    <w:rsid w:val="004C220D"/>
    <w:rsid w:val="004F6C55"/>
    <w:rsid w:val="005241F9"/>
    <w:rsid w:val="0055381E"/>
    <w:rsid w:val="005608BD"/>
    <w:rsid w:val="005D05AC"/>
    <w:rsid w:val="005F1965"/>
    <w:rsid w:val="00603FCC"/>
    <w:rsid w:val="00610B02"/>
    <w:rsid w:val="006308BF"/>
    <w:rsid w:val="00630F7F"/>
    <w:rsid w:val="00635E3F"/>
    <w:rsid w:val="0064435F"/>
    <w:rsid w:val="00647514"/>
    <w:rsid w:val="006670A7"/>
    <w:rsid w:val="006773DD"/>
    <w:rsid w:val="006A23D0"/>
    <w:rsid w:val="006C091C"/>
    <w:rsid w:val="006D470F"/>
    <w:rsid w:val="006F0422"/>
    <w:rsid w:val="007272A0"/>
    <w:rsid w:val="00727E88"/>
    <w:rsid w:val="007464E0"/>
    <w:rsid w:val="00775878"/>
    <w:rsid w:val="0080092C"/>
    <w:rsid w:val="00810302"/>
    <w:rsid w:val="00872453"/>
    <w:rsid w:val="00894830"/>
    <w:rsid w:val="008A68D6"/>
    <w:rsid w:val="008C7DD5"/>
    <w:rsid w:val="008E7A45"/>
    <w:rsid w:val="008F13DD"/>
    <w:rsid w:val="008F4DC3"/>
    <w:rsid w:val="00902AA4"/>
    <w:rsid w:val="00906239"/>
    <w:rsid w:val="0091293C"/>
    <w:rsid w:val="00931A36"/>
    <w:rsid w:val="0095248B"/>
    <w:rsid w:val="00952DB1"/>
    <w:rsid w:val="00980E82"/>
    <w:rsid w:val="009B7309"/>
    <w:rsid w:val="009C0EBB"/>
    <w:rsid w:val="009F3B6C"/>
    <w:rsid w:val="009F5C36"/>
    <w:rsid w:val="00A160A0"/>
    <w:rsid w:val="00A27F12"/>
    <w:rsid w:val="00A30579"/>
    <w:rsid w:val="00A33D9B"/>
    <w:rsid w:val="00A529B5"/>
    <w:rsid w:val="00A60A29"/>
    <w:rsid w:val="00A6332B"/>
    <w:rsid w:val="00A70C91"/>
    <w:rsid w:val="00A75CF3"/>
    <w:rsid w:val="00A81368"/>
    <w:rsid w:val="00AA2626"/>
    <w:rsid w:val="00AA76C0"/>
    <w:rsid w:val="00AD12ED"/>
    <w:rsid w:val="00AE7700"/>
    <w:rsid w:val="00B077EC"/>
    <w:rsid w:val="00B14FC7"/>
    <w:rsid w:val="00B15B24"/>
    <w:rsid w:val="00B16D7F"/>
    <w:rsid w:val="00B30E2B"/>
    <w:rsid w:val="00B35204"/>
    <w:rsid w:val="00B41EA4"/>
    <w:rsid w:val="00B428DA"/>
    <w:rsid w:val="00B5071D"/>
    <w:rsid w:val="00B8247E"/>
    <w:rsid w:val="00B8368F"/>
    <w:rsid w:val="00B91A0D"/>
    <w:rsid w:val="00BA0A0A"/>
    <w:rsid w:val="00BA7D08"/>
    <w:rsid w:val="00BB7218"/>
    <w:rsid w:val="00BD0C5D"/>
    <w:rsid w:val="00BE56DF"/>
    <w:rsid w:val="00C265EE"/>
    <w:rsid w:val="00C40A20"/>
    <w:rsid w:val="00C94207"/>
    <w:rsid w:val="00CA04AF"/>
    <w:rsid w:val="00D05607"/>
    <w:rsid w:val="00D14ECD"/>
    <w:rsid w:val="00D24944"/>
    <w:rsid w:val="00D42519"/>
    <w:rsid w:val="00D64179"/>
    <w:rsid w:val="00D65BED"/>
    <w:rsid w:val="00DF5605"/>
    <w:rsid w:val="00DF6AD0"/>
    <w:rsid w:val="00E2082F"/>
    <w:rsid w:val="00E40C54"/>
    <w:rsid w:val="00E719F6"/>
    <w:rsid w:val="00E729A7"/>
    <w:rsid w:val="00E76666"/>
    <w:rsid w:val="00E81329"/>
    <w:rsid w:val="00E869F9"/>
    <w:rsid w:val="00E93C9B"/>
    <w:rsid w:val="00EA5728"/>
    <w:rsid w:val="00EC130A"/>
    <w:rsid w:val="00EE3F2F"/>
    <w:rsid w:val="00F73F78"/>
    <w:rsid w:val="00FA1C71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51DBCA93"/>
  <w15:docId w15:val="{ED4DCD37-755B-4E74-9F43-5035824F3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/>
    <w:lsdException w:name="heading 5" w:semiHidden="1" w:unhideWhenUsed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spacing w:before="120" w:after="120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left" w:pos="1134"/>
      </w:tabs>
      <w:spacing w:before="120" w:after="120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uiPriority w:val="99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uiPriority w:val="99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uiPriority w:val="99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uiPriority w:val="99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References">
    <w:name w:val="References"/>
    <w:basedOn w:val="Normal"/>
    <w:qFormat/>
    <w:rsid w:val="007272A0"/>
    <w:pPr>
      <w:tabs>
        <w:tab w:val="clear" w:pos="851"/>
        <w:tab w:val="left" w:pos="567"/>
      </w:tabs>
      <w:spacing w:after="120"/>
    </w:pPr>
    <w:rPr>
      <w:rFonts w:ascii="Arial" w:eastAsia="SimSun" w:hAnsi="Arial" w:cs="Calibri"/>
      <w:lang w:eastAsia="en-GB"/>
    </w:rPr>
  </w:style>
  <w:style w:type="paragraph" w:styleId="BalloonText">
    <w:name w:val="Balloon Text"/>
    <w:basedOn w:val="Normal"/>
    <w:link w:val="BalloonTextChar"/>
    <w:semiHidden/>
    <w:unhideWhenUsed/>
    <w:rsid w:val="006F042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F0422"/>
    <w:rPr>
      <w:rFonts w:ascii="Segoe UI" w:hAnsi="Segoe UI" w:cs="Segoe UI"/>
      <w:sz w:val="18"/>
      <w:szCs w:val="18"/>
      <w:lang w:val="en-GB" w:eastAsia="en-US"/>
    </w:rPr>
  </w:style>
  <w:style w:type="character" w:customStyle="1" w:styleId="document-title">
    <w:name w:val="document-title"/>
    <w:basedOn w:val="DefaultParagraphFont"/>
    <w:rsid w:val="002F73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8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97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7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9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1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4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15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03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3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6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50887A-D3BC-47CE-96AE-DEAF1AB932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7CF13C9-03BA-40F2-B3B6-1848BF1660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46DAA9-9170-4307-B055-25E5C01793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Tom Southall</cp:lastModifiedBy>
  <cp:revision>2</cp:revision>
  <cp:lastPrinted>2006-10-19T11:49:00Z</cp:lastPrinted>
  <dcterms:created xsi:type="dcterms:W3CDTF">2020-07-01T12:33:00Z</dcterms:created>
  <dcterms:modified xsi:type="dcterms:W3CDTF">2020-07-01T12:33:00Z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